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2B" w:rsidRDefault="0069432B">
      <w:pPr>
        <w:rPr>
          <w:sz w:val="36"/>
          <w:szCs w:val="36"/>
        </w:rPr>
      </w:pPr>
      <w:r w:rsidRPr="003A2072">
        <w:rPr>
          <w:sz w:val="36"/>
          <w:szCs w:val="36"/>
        </w:rPr>
        <w:t>Parallelism Homework</w:t>
      </w:r>
    </w:p>
    <w:p w:rsidR="0069432B" w:rsidRDefault="0069432B">
      <w:pPr>
        <w:rPr>
          <w:b/>
          <w:u w:val="single"/>
        </w:rPr>
      </w:pPr>
    </w:p>
    <w:p w:rsidR="0069432B" w:rsidRPr="003A2072" w:rsidRDefault="0069432B">
      <w:pPr>
        <w:rPr>
          <w:b/>
          <w:u w:val="single"/>
        </w:rPr>
      </w:pPr>
      <w:r>
        <w:rPr>
          <w:b/>
          <w:u w:val="single"/>
        </w:rPr>
        <w:t>Cross out the incorrect sentence</w:t>
      </w:r>
    </w:p>
    <w:p w:rsidR="0069432B" w:rsidRDefault="0069432B">
      <w:pPr>
        <w:rPr>
          <w:sz w:val="36"/>
          <w:szCs w:val="36"/>
        </w:rPr>
      </w:pPr>
    </w:p>
    <w:p w:rsidR="0069432B" w:rsidRDefault="0069432B" w:rsidP="003A2072">
      <w:pPr>
        <w:pStyle w:val="ListParagraph"/>
        <w:numPr>
          <w:ilvl w:val="0"/>
          <w:numId w:val="1"/>
        </w:numPr>
      </w:pPr>
      <w:r>
        <w:t>A.  Jacob has short hair, blue eyes, and he has fair skin.</w:t>
      </w:r>
    </w:p>
    <w:p w:rsidR="0069432B" w:rsidRDefault="0069432B" w:rsidP="003A2072">
      <w:pPr>
        <w:pStyle w:val="ListParagraph"/>
      </w:pPr>
      <w:r>
        <w:t>B.  Jacob has short hair, blue eyes, and fair skin.</w:t>
      </w:r>
    </w:p>
    <w:p w:rsidR="0069432B" w:rsidRDefault="0069432B" w:rsidP="003A2072">
      <w:pPr>
        <w:pStyle w:val="ListParagraph"/>
      </w:pPr>
    </w:p>
    <w:p w:rsidR="0069432B" w:rsidRDefault="0069432B" w:rsidP="003A2072">
      <w:pPr>
        <w:pStyle w:val="ListParagraph"/>
        <w:numPr>
          <w:ilvl w:val="0"/>
          <w:numId w:val="1"/>
        </w:numPr>
      </w:pPr>
      <w:r>
        <w:t>A.  I learned to pay attention in my classes and to do my homework.</w:t>
      </w:r>
    </w:p>
    <w:p w:rsidR="0069432B" w:rsidRDefault="0069432B" w:rsidP="003A2072">
      <w:pPr>
        <w:pStyle w:val="ListParagraph"/>
      </w:pPr>
      <w:r>
        <w:t>B.  I learned to pay attention in my classes and I do my homework.</w:t>
      </w:r>
    </w:p>
    <w:p w:rsidR="0069432B" w:rsidRDefault="0069432B" w:rsidP="003A2072">
      <w:pPr>
        <w:pStyle w:val="ListParagraph"/>
      </w:pPr>
    </w:p>
    <w:p w:rsidR="0069432B" w:rsidRDefault="0069432B" w:rsidP="003A2072">
      <w:pPr>
        <w:pStyle w:val="ListParagraph"/>
        <w:numPr>
          <w:ilvl w:val="0"/>
          <w:numId w:val="1"/>
        </w:numPr>
      </w:pPr>
      <w:r>
        <w:t>A.  Most of us want to get through college, get high grades, and to get a good job when we graduate.</w:t>
      </w:r>
    </w:p>
    <w:p w:rsidR="0069432B" w:rsidRDefault="0069432B" w:rsidP="003A2072">
      <w:pPr>
        <w:pStyle w:val="ListParagraph"/>
      </w:pPr>
      <w:r>
        <w:t>B.  Most of us want to get through college, get high grades, and getting a good job when we graduate.</w:t>
      </w:r>
    </w:p>
    <w:p w:rsidR="0069432B" w:rsidRDefault="0069432B" w:rsidP="003A2072">
      <w:r>
        <w:tab/>
      </w:r>
    </w:p>
    <w:p w:rsidR="0069432B" w:rsidRDefault="0069432B" w:rsidP="003A2072">
      <w:pPr>
        <w:pStyle w:val="ListParagraph"/>
        <w:numPr>
          <w:ilvl w:val="0"/>
          <w:numId w:val="1"/>
        </w:numPr>
      </w:pPr>
      <w:r>
        <w:t>A.  I hate cleaning the dishes and doing laundry.</w:t>
      </w:r>
    </w:p>
    <w:p w:rsidR="0069432B" w:rsidRDefault="0069432B" w:rsidP="003A2072">
      <w:pPr>
        <w:pStyle w:val="ListParagraph"/>
      </w:pPr>
      <w:r>
        <w:t>B.  I hate cleaning the dishes and to do laundry.</w:t>
      </w:r>
    </w:p>
    <w:p w:rsidR="0069432B" w:rsidRDefault="0069432B" w:rsidP="003A2072">
      <w:pPr>
        <w:pStyle w:val="ListParagraph"/>
      </w:pPr>
    </w:p>
    <w:p w:rsidR="0069432B" w:rsidRDefault="0069432B" w:rsidP="003A2072">
      <w:pPr>
        <w:pStyle w:val="ListParagraph"/>
        <w:numPr>
          <w:ilvl w:val="0"/>
          <w:numId w:val="1"/>
        </w:numPr>
      </w:pPr>
      <w:r>
        <w:t>A.  To really accomplish your dreams you must work hard and to accomplish your dreams you must create your own luck.</w:t>
      </w:r>
    </w:p>
    <w:p w:rsidR="0069432B" w:rsidRDefault="0069432B" w:rsidP="007C4D1E">
      <w:pPr>
        <w:pStyle w:val="ListParagraph"/>
        <w:numPr>
          <w:ilvl w:val="1"/>
          <w:numId w:val="1"/>
        </w:numPr>
        <w:tabs>
          <w:tab w:val="clear" w:pos="1440"/>
          <w:tab w:val="num" w:pos="1080"/>
        </w:tabs>
        <w:ind w:hanging="720"/>
      </w:pPr>
      <w:r>
        <w:t>To accomplish your dreams you must work hard and create your own luck.</w:t>
      </w:r>
    </w:p>
    <w:p w:rsidR="0069432B" w:rsidRDefault="0069432B" w:rsidP="007C4D1E">
      <w:pPr>
        <w:pStyle w:val="ListParagraph"/>
      </w:pPr>
    </w:p>
    <w:p w:rsidR="0069432B" w:rsidRDefault="0069432B" w:rsidP="007C4D1E">
      <w:pPr>
        <w:pStyle w:val="ListParagraph"/>
        <w:numPr>
          <w:ilvl w:val="0"/>
          <w:numId w:val="1"/>
        </w:numPr>
      </w:pPr>
      <w:r>
        <w:t>A.  My plate is a lot smaller than my brother.</w:t>
      </w:r>
    </w:p>
    <w:p w:rsidR="0069432B" w:rsidRDefault="0069432B" w:rsidP="007C4D1E">
      <w:pPr>
        <w:pStyle w:val="ListParagraph"/>
        <w:numPr>
          <w:ilvl w:val="1"/>
          <w:numId w:val="1"/>
        </w:numPr>
        <w:tabs>
          <w:tab w:val="clear" w:pos="1440"/>
          <w:tab w:val="num" w:pos="1080"/>
        </w:tabs>
        <w:ind w:hanging="720"/>
      </w:pPr>
      <w:r>
        <w:t>My plate is a lot smaller than my brother’s.</w:t>
      </w:r>
    </w:p>
    <w:p w:rsidR="0069432B" w:rsidRDefault="0069432B" w:rsidP="007C4D1E">
      <w:pPr>
        <w:pStyle w:val="ListParagraph"/>
      </w:pPr>
    </w:p>
    <w:p w:rsidR="0069432B" w:rsidRDefault="0069432B" w:rsidP="007C4D1E">
      <w:pPr>
        <w:pStyle w:val="ListParagraph"/>
        <w:numPr>
          <w:ilvl w:val="0"/>
          <w:numId w:val="1"/>
        </w:numPr>
      </w:pPr>
      <w:r>
        <w:t>A.  It was both a difficult writing assignment and long.</w:t>
      </w:r>
    </w:p>
    <w:p w:rsidR="0069432B" w:rsidRDefault="0069432B" w:rsidP="007C4D1E">
      <w:pPr>
        <w:pStyle w:val="ListParagraph"/>
        <w:numPr>
          <w:ilvl w:val="1"/>
          <w:numId w:val="1"/>
        </w:numPr>
        <w:tabs>
          <w:tab w:val="clear" w:pos="1440"/>
          <w:tab w:val="num" w:pos="1080"/>
        </w:tabs>
        <w:ind w:hanging="720"/>
      </w:pPr>
      <w:r>
        <w:t>The writing assignment was both difficult and long</w:t>
      </w:r>
    </w:p>
    <w:p w:rsidR="0069432B" w:rsidRDefault="0069432B" w:rsidP="007C4D1E">
      <w:pPr>
        <w:pStyle w:val="ListParagraph"/>
        <w:ind w:left="1080"/>
      </w:pPr>
    </w:p>
    <w:p w:rsidR="0069432B" w:rsidRDefault="0069432B" w:rsidP="007C4D1E">
      <w:pPr>
        <w:pStyle w:val="ListParagraph"/>
      </w:pPr>
    </w:p>
    <w:p w:rsidR="0069432B" w:rsidRDefault="0069432B" w:rsidP="00B11FBD">
      <w:pPr>
        <w:pStyle w:val="ListParagraph"/>
      </w:pPr>
    </w:p>
    <w:p w:rsidR="0069432B" w:rsidRDefault="0069432B" w:rsidP="00B11FBD">
      <w:pPr>
        <w:pStyle w:val="ListParagraph"/>
      </w:pPr>
    </w:p>
    <w:p w:rsidR="0069432B" w:rsidRPr="00B11FBD" w:rsidRDefault="0069432B" w:rsidP="00B11FBD">
      <w:pPr>
        <w:pStyle w:val="ListParagraph"/>
        <w:ind w:hanging="720"/>
        <w:rPr>
          <w:b/>
        </w:rPr>
      </w:pPr>
      <w:r w:rsidRPr="00B11FBD">
        <w:rPr>
          <w:b/>
        </w:rPr>
        <w:t>Write three sentences that are grammatically correct using what you’ve learned concerning Parallelism.</w:t>
      </w:r>
    </w:p>
    <w:p w:rsidR="0069432B" w:rsidRDefault="0069432B" w:rsidP="003A2072">
      <w:pPr>
        <w:pStyle w:val="ListParagraph"/>
      </w:pPr>
    </w:p>
    <w:p w:rsidR="0069432B" w:rsidRDefault="0069432B" w:rsidP="003A2072">
      <w:pPr>
        <w:pStyle w:val="ListParagraph"/>
      </w:pPr>
      <w:r>
        <w:t>1.</w:t>
      </w:r>
    </w:p>
    <w:p w:rsidR="0069432B" w:rsidRDefault="0069432B" w:rsidP="003A2072">
      <w:pPr>
        <w:pStyle w:val="ListParagraph"/>
      </w:pPr>
    </w:p>
    <w:p w:rsidR="0069432B" w:rsidRDefault="0069432B" w:rsidP="00B11FBD">
      <w:pPr>
        <w:pStyle w:val="ListParagraph"/>
      </w:pPr>
      <w:r>
        <w:t>2.</w:t>
      </w:r>
    </w:p>
    <w:p w:rsidR="0069432B" w:rsidRDefault="0069432B" w:rsidP="00B11FBD">
      <w:pPr>
        <w:pStyle w:val="ListParagraph"/>
      </w:pPr>
    </w:p>
    <w:p w:rsidR="0069432B" w:rsidRPr="003A2072" w:rsidRDefault="0069432B" w:rsidP="00B11FBD">
      <w:pPr>
        <w:pStyle w:val="ListParagraph"/>
      </w:pPr>
      <w:r>
        <w:t>3.</w:t>
      </w:r>
    </w:p>
    <w:sectPr w:rsidR="0069432B" w:rsidRPr="003A2072" w:rsidSect="000B2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43E70"/>
    <w:multiLevelType w:val="hybridMultilevel"/>
    <w:tmpl w:val="160AE7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F7C9D0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96A"/>
    <w:rsid w:val="000368F3"/>
    <w:rsid w:val="000B260B"/>
    <w:rsid w:val="00325F4C"/>
    <w:rsid w:val="00357908"/>
    <w:rsid w:val="003A2072"/>
    <w:rsid w:val="0069432B"/>
    <w:rsid w:val="007C4D1E"/>
    <w:rsid w:val="0097591A"/>
    <w:rsid w:val="00B11FBD"/>
    <w:rsid w:val="00D12347"/>
    <w:rsid w:val="00D629AB"/>
    <w:rsid w:val="00E9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60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E9696A"/>
    <w:rPr>
      <w:rFonts w:cs="Times New Roman"/>
    </w:rPr>
  </w:style>
  <w:style w:type="paragraph" w:styleId="ListParagraph">
    <w:name w:val="List Paragraph"/>
    <w:basedOn w:val="Normal"/>
    <w:uiPriority w:val="99"/>
    <w:qFormat/>
    <w:rsid w:val="003A2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</Pages>
  <Words>167</Words>
  <Characters>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Young</dc:creator>
  <cp:keywords/>
  <dc:description/>
  <cp:lastModifiedBy>Sab</cp:lastModifiedBy>
  <cp:revision>2</cp:revision>
  <dcterms:created xsi:type="dcterms:W3CDTF">2011-02-17T22:40:00Z</dcterms:created>
  <dcterms:modified xsi:type="dcterms:W3CDTF">2011-02-18T05:38:00Z</dcterms:modified>
</cp:coreProperties>
</file>